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43F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3601EA22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86870">
        <w:rPr>
          <w:rFonts w:ascii="Corbel" w:hAnsi="Corbel"/>
          <w:smallCaps/>
          <w:sz w:val="24"/>
          <w:szCs w:val="24"/>
        </w:rPr>
        <w:t>2022-2024</w:t>
      </w:r>
    </w:p>
    <w:p w14:paraId="574694F6" w14:textId="1A0EA2C8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86870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86870">
        <w:rPr>
          <w:rFonts w:ascii="Corbel" w:hAnsi="Corbel"/>
          <w:sz w:val="20"/>
          <w:szCs w:val="20"/>
        </w:rPr>
        <w:t>3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5D21F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D21F6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60E67E8E" w14:textId="3E87A04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86870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90A4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z ksiąg rachunkowych i sprawozdań finansowych w stopniu pogłębionym. Rekomendowanie rozwiązań pod potrzeby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decyzyjno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F27268">
              <w:rPr>
                <w:rFonts w:ascii="Corbel" w:hAnsi="Corbel"/>
                <w:b w:val="0"/>
                <w:szCs w:val="24"/>
              </w:rPr>
              <w:t>6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1DA8C2F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6E4CB454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Poddaje analizie decyzyjnej dane dostarczane przez system księgowości. Rozpoznaje wymagania współczesnych systemów ewidencyjnych wg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MSR</w:t>
            </w:r>
            <w:proofErr w:type="spellEnd"/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5A174B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z tytułu wynagrodzeń w świetle przepisów podatkowych, rozrachunki z tytułu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ewidencje i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nansowa: od teorii do praktyki.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 Ewidencja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Gos W.,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Hońko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CD3DE" w14:textId="77777777" w:rsidR="00657D96" w:rsidRDefault="00657D96" w:rsidP="00C16ABF">
      <w:pPr>
        <w:spacing w:after="0" w:line="240" w:lineRule="auto"/>
      </w:pPr>
      <w:r>
        <w:separator/>
      </w:r>
    </w:p>
  </w:endnote>
  <w:endnote w:type="continuationSeparator" w:id="0">
    <w:p w14:paraId="72682756" w14:textId="77777777" w:rsidR="00657D96" w:rsidRDefault="00657D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31919" w14:textId="77777777" w:rsidR="00657D96" w:rsidRDefault="00657D96" w:rsidP="00C16ABF">
      <w:pPr>
        <w:spacing w:after="0" w:line="240" w:lineRule="auto"/>
      </w:pPr>
      <w:r>
        <w:separator/>
      </w:r>
    </w:p>
  </w:footnote>
  <w:footnote w:type="continuationSeparator" w:id="0">
    <w:p w14:paraId="75B7255F" w14:textId="77777777" w:rsidR="00657D96" w:rsidRDefault="00657D96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D96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0033"/>
    <w:rsid w:val="0078168C"/>
    <w:rsid w:val="00787C2A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87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A0868-B876-4402-9193-857A6745FE50}"/>
</file>

<file path=customXml/itemProps2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C870B0-601A-492F-9A51-09E24CA2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1213</Words>
  <Characters>7284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2020-11-27T19:59:00Z</dcterms:created>
  <dcterms:modified xsi:type="dcterms:W3CDTF">2022-02-02T12:20:00Z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